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C89EF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CB5EB4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Pr="00CB5EB4">
        <w:rPr>
          <w:rFonts w:eastAsia="Times New Roman" w:cs="Times New Roman"/>
          <w:b/>
          <w:lang w:eastAsia="cs-CZ"/>
        </w:rPr>
        <w:t>„</w:t>
      </w:r>
      <w:bookmarkEnd w:id="1"/>
      <w:r w:rsidR="00CB5EB4" w:rsidRPr="00CB5EB4">
        <w:rPr>
          <w:rStyle w:val="Siln"/>
        </w:rPr>
        <w:t>Prostá rekonstrukce trati v úseku Zdice – Příbram - BOZP</w:t>
      </w:r>
      <w:r w:rsidRPr="00CB5EB4">
        <w:rPr>
          <w:rFonts w:eastAsia="Times New Roman" w:cs="Times New Roman"/>
          <w:b/>
          <w:lang w:eastAsia="cs-CZ"/>
        </w:rPr>
        <w:t>“</w:t>
      </w:r>
      <w:r w:rsidRPr="00CB5EB4">
        <w:rPr>
          <w:rFonts w:eastAsia="Times New Roman" w:cs="Times New Roman"/>
          <w:lang w:eastAsia="cs-CZ"/>
        </w:rPr>
        <w:t>, č.j.</w:t>
      </w:r>
      <w:r w:rsidR="00CB5EB4">
        <w:rPr>
          <w:rFonts w:eastAsia="Times New Roman" w:cs="Times New Roman"/>
          <w:lang w:eastAsia="cs-CZ"/>
        </w:rPr>
        <w:t> </w:t>
      </w:r>
      <w:r w:rsidR="00CB5EB4" w:rsidRPr="00CB5EB4">
        <w:rPr>
          <w:rFonts w:eastAsia="Times New Roman" w:cs="Times New Roman"/>
          <w:lang w:eastAsia="cs-CZ"/>
        </w:rPr>
        <w:t>29983/2024-SŽ-OŘ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C075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C075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642D349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355B87">
      <w:rPr>
        <w:szCs w:val="22"/>
      </w:rPr>
      <w:t>2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9FDD224" w:rsidR="00F1715C" w:rsidRPr="00460660" w:rsidRDefault="00C1095B" w:rsidP="00C1095B">
    <w:pPr>
      <w:pStyle w:val="Zhlav"/>
      <w:rPr>
        <w:sz w:val="2"/>
        <w:szCs w:val="2"/>
      </w:rPr>
    </w:pPr>
    <w:r w:rsidRPr="00CB5165">
      <w:rPr>
        <w:rStyle w:val="Zvraznn"/>
      </w:rPr>
      <w:t xml:space="preserve">Účastník předloží pouze v případě postupu dle čl. </w:t>
    </w:r>
    <w:r w:rsidRPr="00D1665A">
      <w:rPr>
        <w:rStyle w:val="Zvraznn"/>
      </w:rPr>
      <w:t>11.2. a 11.3</w:t>
    </w:r>
    <w:r w:rsidRPr="00CB5165">
      <w:rPr>
        <w:rStyle w:val="Zvraznn"/>
      </w:rPr>
      <w:t xml:space="preserve"> Výzvy.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5B87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075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691"/>
    <w:rsid w:val="00B36B3E"/>
    <w:rsid w:val="00B75EE1"/>
    <w:rsid w:val="00B77481"/>
    <w:rsid w:val="00B8518B"/>
    <w:rsid w:val="00BD7E91"/>
    <w:rsid w:val="00C02D0A"/>
    <w:rsid w:val="00C03A6E"/>
    <w:rsid w:val="00C1095B"/>
    <w:rsid w:val="00C17A08"/>
    <w:rsid w:val="00C44F6A"/>
    <w:rsid w:val="00C47AE3"/>
    <w:rsid w:val="00C503B3"/>
    <w:rsid w:val="00C715B9"/>
    <w:rsid w:val="00CB5EB4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B6F654-8968-468C-84A3-32A65FEA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5</cp:revision>
  <cp:lastPrinted>2024-07-26T07:24:00Z</cp:lastPrinted>
  <dcterms:created xsi:type="dcterms:W3CDTF">2024-07-25T06:53:00Z</dcterms:created>
  <dcterms:modified xsi:type="dcterms:W3CDTF">2024-07-26T07:31:00Z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